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1A98" w14:textId="39EABEB1" w:rsidR="00990E08" w:rsidRPr="002849A3" w:rsidRDefault="00F841A9" w:rsidP="002849A3"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DA26310" wp14:editId="6B49DD3F">
                <wp:simplePos x="0" y="0"/>
                <wp:positionH relativeFrom="column">
                  <wp:posOffset>1372870</wp:posOffset>
                </wp:positionH>
                <wp:positionV relativeFrom="paragraph">
                  <wp:posOffset>685800</wp:posOffset>
                </wp:positionV>
                <wp:extent cx="1371600" cy="685800"/>
                <wp:effectExtent l="114300" t="114300" r="438150" b="438150"/>
                <wp:wrapThrough wrapText="bothSides">
                  <wp:wrapPolygon edited="0">
                    <wp:start x="-1800" y="-3600"/>
                    <wp:lineTo x="-1800" y="25200"/>
                    <wp:lineTo x="2700" y="25200"/>
                    <wp:lineTo x="2700" y="34800"/>
                    <wp:lineTo x="28200" y="34800"/>
                    <wp:lineTo x="28200" y="9000"/>
                    <wp:lineTo x="26700" y="6000"/>
                    <wp:lineTo x="24300" y="6000"/>
                    <wp:lineTo x="23700" y="-3600"/>
                    <wp:lineTo x="-1800" y="-36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228600">
                          <a:solidFill>
                            <a:srgbClr val="0000FF">
                              <a:alpha val="30000"/>
                            </a:srgbClr>
                          </a:solidFill>
                          <a:miter lim="800000"/>
                        </a:ln>
                        <a:effectLst>
                          <a:outerShdw dist="457200" dir="2700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D2D99" id="Rectangle 1" o:spid="_x0000_s1026" style="position:absolute;margin-left:108.1pt;margin-top:54pt;width:108pt;height:5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" filled="f" strokecolor="blue" strokeweight="18pt">
                <v:stroke opacity="19789f"/>
                <v:shadow on="t" color="black" origin="-.5,-.5" offset="8.98025mm,8.98025mm"/>
                <w10:wrap type="through"/>
              </v:rect>
            </w:pict>
          </mc:Fallback>
        </mc:AlternateContent>
      </w:r>
      <w:r w:rsidR="002849A3" w:rsidRPr="002849A3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2849A3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647"/>
    <w:rsid w:val="000C1ECD"/>
    <w:rsid w:val="00200521"/>
    <w:rsid w:val="002636CC"/>
    <w:rsid w:val="002849A3"/>
    <w:rsid w:val="002C0920"/>
    <w:rsid w:val="00321565"/>
    <w:rsid w:val="00326855"/>
    <w:rsid w:val="003D67A5"/>
    <w:rsid w:val="004E38BB"/>
    <w:rsid w:val="0053707E"/>
    <w:rsid w:val="005702D9"/>
    <w:rsid w:val="0062363A"/>
    <w:rsid w:val="006530B3"/>
    <w:rsid w:val="006E467C"/>
    <w:rsid w:val="007257C4"/>
    <w:rsid w:val="0087728C"/>
    <w:rsid w:val="00877647"/>
    <w:rsid w:val="008A322D"/>
    <w:rsid w:val="00936920"/>
    <w:rsid w:val="00990E08"/>
    <w:rsid w:val="00AB7264"/>
    <w:rsid w:val="00AE398D"/>
    <w:rsid w:val="00B01333"/>
    <w:rsid w:val="00B1519E"/>
    <w:rsid w:val="00BB620D"/>
    <w:rsid w:val="00BD6080"/>
    <w:rsid w:val="00BF447E"/>
    <w:rsid w:val="00C26373"/>
    <w:rsid w:val="00CF7C00"/>
    <w:rsid w:val="00E220CE"/>
    <w:rsid w:val="00F6347D"/>
    <w:rsid w:val="00F841A9"/>
    <w:rsid w:val="00F94E5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DF534"/>
  <w14:discardImageEditingData/>
  <w14:defaultImageDpi w14:val="32767"/>
  <w15:chartTrackingRefBased/>
  <w15:docId w15:val="{FD9CE358-7F48-44CD-BBE9-A0A90DCD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SingleCharactersCourier2.dotx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2021-07-05T17:52:00Z</dcterms:created>
  <dcterms:modified xsi:type="dcterms:W3CDTF">2021-07-05T17:52:00Z</dcterms:modified>
</cp:coreProperties>
</file>